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42671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F27098">
        <w:rPr>
          <w:rFonts w:ascii="Arial Narrow" w:hAnsi="Arial Narrow"/>
          <w:sz w:val="22"/>
          <w:lang w:val="de-DE"/>
        </w:rPr>
        <w:t>25</w:t>
      </w:r>
      <w:r w:rsidR="00991E60">
        <w:rPr>
          <w:rFonts w:ascii="Arial Narrow" w:hAnsi="Arial Narrow"/>
          <w:sz w:val="22"/>
          <w:lang w:val="de-DE"/>
        </w:rPr>
        <w:t>.11.2015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1F06DD" w:rsidRDefault="001F06DD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Zumba Aula</w:t>
      </w:r>
    </w:p>
    <w:p w:rsidR="001D4350" w:rsidRDefault="001D4350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Bestellungen (Sigi)</w:t>
      </w:r>
    </w:p>
    <w:p w:rsidR="00C66371" w:rsidRDefault="00416158" w:rsidP="00C6637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Aufräumen</w:t>
      </w:r>
      <w:r w:rsidR="00C66371">
        <w:rPr>
          <w:rFonts w:ascii="Arial Narrow" w:hAnsi="Arial Narrow"/>
          <w:sz w:val="22"/>
          <w:lang w:val="de-DE"/>
        </w:rPr>
        <w:t xml:space="preserve"> HSB</w:t>
      </w:r>
    </w:p>
    <w:p w:rsidR="00C66371" w:rsidRDefault="00C66371" w:rsidP="00C6637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Glasschüsseln Metzgerei Braun</w:t>
      </w:r>
    </w:p>
    <w:p w:rsidR="00C66371" w:rsidRDefault="00C66371" w:rsidP="00C6637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Becher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</w:p>
    <w:p w:rsidR="004B5892" w:rsidRDefault="00C66371" w:rsidP="004B589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Bestand Studierbar prüfen</w:t>
      </w:r>
    </w:p>
    <w:p w:rsidR="00180C16" w:rsidRDefault="00180C16" w:rsidP="00180C1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Anlage VS</w:t>
      </w:r>
    </w:p>
    <w:p w:rsidR="007D610C" w:rsidRDefault="007D610C" w:rsidP="00180C1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Müll Büro</w:t>
      </w:r>
    </w:p>
    <w:p w:rsidR="007D610C" w:rsidRPr="007D610C" w:rsidRDefault="007D610C" w:rsidP="007D610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Getränkebestellung AStA</w:t>
      </w:r>
    </w:p>
    <w:p w:rsidR="00180C16" w:rsidRDefault="00180C16" w:rsidP="00180C1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Zugang Aula -&gt; Spielereferat/Kinoreferat</w:t>
      </w:r>
      <w:bookmarkStart w:id="0" w:name="_GoBack"/>
      <w:bookmarkEnd w:id="0"/>
    </w:p>
    <w:p w:rsidR="00C509F8" w:rsidRDefault="00C509F8" w:rsidP="00180C1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Weihnachtsfeier</w:t>
      </w:r>
    </w:p>
    <w:p w:rsidR="00AE6F61" w:rsidRDefault="00AE6F61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7D610C" w:rsidRPr="007D610C" w:rsidRDefault="007D610C" w:rsidP="007D610C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 w:rsidRPr="007D610C">
        <w:rPr>
          <w:rFonts w:ascii="Arial Narrow" w:hAnsi="Arial Narrow"/>
          <w:sz w:val="22"/>
        </w:rPr>
        <w:t>AStA</w:t>
      </w:r>
      <w:proofErr w:type="spellEnd"/>
      <w:r w:rsidRPr="007D610C">
        <w:rPr>
          <w:rFonts w:ascii="Arial Narrow" w:hAnsi="Arial Narrow"/>
          <w:sz w:val="22"/>
        </w:rPr>
        <w:t xml:space="preserve"> Logo </w:t>
      </w:r>
      <w:proofErr w:type="spellStart"/>
      <w:r w:rsidRPr="007D610C">
        <w:rPr>
          <w:rFonts w:ascii="Arial Narrow" w:hAnsi="Arial Narrow"/>
          <w:sz w:val="22"/>
        </w:rPr>
        <w:t>Neu</w:t>
      </w:r>
      <w:proofErr w:type="spellEnd"/>
      <w:r w:rsidRPr="007D610C">
        <w:rPr>
          <w:rFonts w:ascii="Arial Narrow" w:hAnsi="Arial Narrow"/>
          <w:sz w:val="22"/>
        </w:rPr>
        <w:t xml:space="preserve"> Campus Berlin?</w:t>
      </w:r>
    </w:p>
    <w:p w:rsidR="007D610C" w:rsidRPr="007D610C" w:rsidRDefault="007D610C" w:rsidP="007D610C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Kummerkasten</w:t>
      </w:r>
      <w:proofErr w:type="spellEnd"/>
    </w:p>
    <w:sectPr w:rsidR="007D610C" w:rsidRPr="007D610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D610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32174"/>
    <w:rsid w:val="001364FA"/>
    <w:rsid w:val="0014473D"/>
    <w:rsid w:val="00144E86"/>
    <w:rsid w:val="00180C16"/>
    <w:rsid w:val="001A44B0"/>
    <w:rsid w:val="001C25E2"/>
    <w:rsid w:val="001C7E80"/>
    <w:rsid w:val="001D3317"/>
    <w:rsid w:val="001D4350"/>
    <w:rsid w:val="001D47FD"/>
    <w:rsid w:val="001F0103"/>
    <w:rsid w:val="001F04D5"/>
    <w:rsid w:val="001F06DD"/>
    <w:rsid w:val="001F13D0"/>
    <w:rsid w:val="001F5D4C"/>
    <w:rsid w:val="00203683"/>
    <w:rsid w:val="00211E26"/>
    <w:rsid w:val="00243EFC"/>
    <w:rsid w:val="00273332"/>
    <w:rsid w:val="00274830"/>
    <w:rsid w:val="002A108C"/>
    <w:rsid w:val="002A571F"/>
    <w:rsid w:val="002B1A01"/>
    <w:rsid w:val="002D090B"/>
    <w:rsid w:val="002E7327"/>
    <w:rsid w:val="00304150"/>
    <w:rsid w:val="00310FD9"/>
    <w:rsid w:val="00312F4D"/>
    <w:rsid w:val="003339C0"/>
    <w:rsid w:val="0034237A"/>
    <w:rsid w:val="00355EC0"/>
    <w:rsid w:val="00357655"/>
    <w:rsid w:val="0036697F"/>
    <w:rsid w:val="003733CC"/>
    <w:rsid w:val="003775B0"/>
    <w:rsid w:val="00385286"/>
    <w:rsid w:val="00396AA7"/>
    <w:rsid w:val="003B6176"/>
    <w:rsid w:val="003B669B"/>
    <w:rsid w:val="004108F1"/>
    <w:rsid w:val="00416158"/>
    <w:rsid w:val="00425EF5"/>
    <w:rsid w:val="00426715"/>
    <w:rsid w:val="004359A0"/>
    <w:rsid w:val="004419A4"/>
    <w:rsid w:val="00441B0C"/>
    <w:rsid w:val="00462759"/>
    <w:rsid w:val="00487AF4"/>
    <w:rsid w:val="004B5892"/>
    <w:rsid w:val="004D1F62"/>
    <w:rsid w:val="004D70BF"/>
    <w:rsid w:val="004F5365"/>
    <w:rsid w:val="00501683"/>
    <w:rsid w:val="00501BD9"/>
    <w:rsid w:val="00543129"/>
    <w:rsid w:val="00577F83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610C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45A2"/>
    <w:rsid w:val="00927544"/>
    <w:rsid w:val="009301A0"/>
    <w:rsid w:val="00937828"/>
    <w:rsid w:val="00941F10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D3E73"/>
    <w:rsid w:val="009E6CE4"/>
    <w:rsid w:val="00A05515"/>
    <w:rsid w:val="00A448D9"/>
    <w:rsid w:val="00A44D35"/>
    <w:rsid w:val="00A87E62"/>
    <w:rsid w:val="00A9135B"/>
    <w:rsid w:val="00A94BC2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BF0BB0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5EEB"/>
    <w:rsid w:val="00F27098"/>
    <w:rsid w:val="00F60291"/>
    <w:rsid w:val="00F834DE"/>
    <w:rsid w:val="00F901A2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68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Sabrina Lange</cp:lastModifiedBy>
  <cp:revision>15</cp:revision>
  <cp:lastPrinted>2015-11-18T11:36:00Z</cp:lastPrinted>
  <dcterms:created xsi:type="dcterms:W3CDTF">2015-11-24T12:46:00Z</dcterms:created>
  <dcterms:modified xsi:type="dcterms:W3CDTF">2015-11-25T11:37:00Z</dcterms:modified>
</cp:coreProperties>
</file>